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30785FFD" w14:textId="77777777" w:rsidTr="009027D5">
        <w:tc>
          <w:tcPr>
            <w:tcW w:w="1398" w:type="dxa"/>
          </w:tcPr>
          <w:p w14:paraId="21495B1A" w14:textId="77777777" w:rsidR="00757AC7" w:rsidRPr="00CA6156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638AE38" w14:textId="77777777" w:rsidR="00757AC7" w:rsidRPr="00CA6156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CA6156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17804F8C" w14:textId="77777777" w:rsidR="00757AC7" w:rsidRPr="00CA6156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A6156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A6156" w14:paraId="05DB9701" w14:textId="77777777" w:rsidTr="00CA6156">
        <w:tc>
          <w:tcPr>
            <w:tcW w:w="1398" w:type="dxa"/>
          </w:tcPr>
          <w:p w14:paraId="1507343F" w14:textId="77777777" w:rsidR="00CA6156" w:rsidRPr="00CA6156" w:rsidRDefault="00CA6156" w:rsidP="00CA615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28130054</w:t>
            </w:r>
          </w:p>
        </w:tc>
        <w:tc>
          <w:tcPr>
            <w:tcW w:w="2297" w:type="dxa"/>
          </w:tcPr>
          <w:p w14:paraId="506C055D" w14:textId="77777777" w:rsidR="00CA6156" w:rsidRPr="00CA6156" w:rsidRDefault="00CA6156" w:rsidP="00CA615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Kit regolazione termostatica</w:t>
            </w:r>
          </w:p>
          <w:p w14:paraId="5B16AEA1" w14:textId="77777777" w:rsidR="00CA6156" w:rsidRPr="00CA6156" w:rsidRDefault="00CA6156" w:rsidP="00CA615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1/2"</w:t>
            </w:r>
          </w:p>
        </w:tc>
        <w:tc>
          <w:tcPr>
            <w:tcW w:w="5803" w:type="dxa"/>
          </w:tcPr>
          <w:p w14:paraId="10363B45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 xml:space="preserve">Sistema per la regolazione termostatica per una zona di riscaldamento a bassa temperatura composto da: testa termostatica ad espansione di liquido (campo di taratura 20÷65°C) con sonda remota ad immersione completa di pozzetto, termostato di sicurezza a contatto, valvola miscelatrice a tre vie Classe PN16, corpo in ottone, asta in ottone nichelato chimicamente, otturatore in EPDM, completa di bocchettoni. </w:t>
            </w:r>
          </w:p>
          <w:p w14:paraId="0B8C854F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Non idoneo ad uso sanitario.</w:t>
            </w:r>
          </w:p>
          <w:p w14:paraId="28E2E6DE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3BF8AD9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 xml:space="preserve">Misura - 1/2“ </w:t>
            </w:r>
          </w:p>
          <w:p w14:paraId="063E6327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26E8B1D" w14:textId="732BF4A5" w:rsidR="00CA6156" w:rsidRPr="00CA6156" w:rsidRDefault="00CA6156" w:rsidP="00CA615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570C9">
              <w:rPr>
                <w:rFonts w:ascii="Poppins" w:hAnsi="Poppins" w:cs="Poppins"/>
                <w:b/>
                <w:sz w:val="20"/>
              </w:rPr>
              <w:t>Emmeti</w:t>
            </w:r>
            <w:r w:rsidRPr="00CA6156">
              <w:rPr>
                <w:rFonts w:ascii="Poppins" w:hAnsi="Poppins" w:cs="Poppins"/>
                <w:b/>
                <w:sz w:val="20"/>
              </w:rPr>
              <w:t xml:space="preserve"> - Modello Kit regolazione termostatica 1/2" o equivalente</w:t>
            </w:r>
            <w:r w:rsidR="004570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A6156" w14:paraId="15F9853A" w14:textId="77777777" w:rsidTr="00CA6156">
        <w:tc>
          <w:tcPr>
            <w:tcW w:w="1398" w:type="dxa"/>
          </w:tcPr>
          <w:p w14:paraId="543CAF12" w14:textId="77777777" w:rsidR="00CA6156" w:rsidRPr="00CA6156" w:rsidRDefault="00CA6156" w:rsidP="00CA615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28130056</w:t>
            </w:r>
          </w:p>
        </w:tc>
        <w:tc>
          <w:tcPr>
            <w:tcW w:w="2297" w:type="dxa"/>
          </w:tcPr>
          <w:p w14:paraId="371517BC" w14:textId="77777777" w:rsidR="00CA6156" w:rsidRPr="00CA6156" w:rsidRDefault="00CA6156" w:rsidP="00CA615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Kit regolazione termostatica</w:t>
            </w:r>
          </w:p>
          <w:p w14:paraId="3F3C6B1A" w14:textId="77777777" w:rsidR="00CA6156" w:rsidRPr="00CA6156" w:rsidRDefault="00CA6156" w:rsidP="00CA615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3/4"</w:t>
            </w:r>
          </w:p>
        </w:tc>
        <w:tc>
          <w:tcPr>
            <w:tcW w:w="5803" w:type="dxa"/>
          </w:tcPr>
          <w:p w14:paraId="0BE59C31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 xml:space="preserve">Sistema per la regolazione termostatica per una zona di riscaldamento a bassa temperatura composto da: testa termostatica ad espansione di liquido (campo di taratura 20÷65°C) con sonda remota ad immersione completa di pozzetto, termostato di sicurezza a contatto, valvola miscelatrice a tre vie Classe PN16, corpo in ottone, asta in ottone nichelato chimicamente, otturatore in EPDM, completa di bocchettoni. </w:t>
            </w:r>
          </w:p>
          <w:p w14:paraId="02A5ABD1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Non idoneo ad uso sanitario.</w:t>
            </w:r>
          </w:p>
          <w:p w14:paraId="28BD2441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B249559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 xml:space="preserve">Misura - 3/4“ </w:t>
            </w:r>
          </w:p>
          <w:p w14:paraId="45826FF7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80E41A7" w14:textId="2BDD7F20" w:rsidR="00CA6156" w:rsidRPr="00CA6156" w:rsidRDefault="00CA6156" w:rsidP="00CA615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4570C9">
              <w:rPr>
                <w:rFonts w:ascii="Poppins" w:hAnsi="Poppins" w:cs="Poppins"/>
                <w:b/>
                <w:sz w:val="20"/>
              </w:rPr>
              <w:t>Emmeti</w:t>
            </w:r>
            <w:r w:rsidR="004570C9" w:rsidRPr="00CA615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A6156">
              <w:rPr>
                <w:rFonts w:ascii="Poppins" w:hAnsi="Poppins" w:cs="Poppins"/>
                <w:b/>
                <w:sz w:val="20"/>
              </w:rPr>
              <w:t>- Modello Kit regolazione termostatica 3/4" o equivalente</w:t>
            </w:r>
            <w:r w:rsidR="004570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A6156" w14:paraId="6AF8BA9A" w14:textId="77777777" w:rsidTr="00CA6156">
        <w:tc>
          <w:tcPr>
            <w:tcW w:w="1398" w:type="dxa"/>
          </w:tcPr>
          <w:p w14:paraId="2078C895" w14:textId="77777777" w:rsidR="00CA6156" w:rsidRPr="00CA6156" w:rsidRDefault="00CA6156" w:rsidP="00CA615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28130058</w:t>
            </w:r>
          </w:p>
        </w:tc>
        <w:tc>
          <w:tcPr>
            <w:tcW w:w="2297" w:type="dxa"/>
          </w:tcPr>
          <w:p w14:paraId="54B3ACAE" w14:textId="77777777" w:rsidR="00CA6156" w:rsidRPr="00CA6156" w:rsidRDefault="00CA6156" w:rsidP="00CA615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Kit regolazione termostatica</w:t>
            </w:r>
          </w:p>
          <w:p w14:paraId="0BF48407" w14:textId="77777777" w:rsidR="00CA6156" w:rsidRPr="00CA6156" w:rsidRDefault="00CA6156" w:rsidP="00CA6156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1"</w:t>
            </w:r>
          </w:p>
        </w:tc>
        <w:tc>
          <w:tcPr>
            <w:tcW w:w="5803" w:type="dxa"/>
          </w:tcPr>
          <w:p w14:paraId="3E79BAD6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 xml:space="preserve">Sistema per la regolazione termostatica per una zona di riscaldamento a bassa temperatura composto da: testa termostatica ad espansione di liquido (campo di taratura 20÷65°C) con sonda remota ad immersione completa di pozzetto, termostato di sicurezza a contatto, valvola miscelatrice a tre vie Classe PN16, corpo in ottone, asta in ottone nichelato chimicamente, otturatore in EPDM, completa di bocchettoni. </w:t>
            </w:r>
          </w:p>
          <w:p w14:paraId="5F0189B8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Non idoneo ad uso sanitario.</w:t>
            </w:r>
          </w:p>
          <w:p w14:paraId="590D39D9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B712A26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 xml:space="preserve">Misura - 1“ </w:t>
            </w:r>
          </w:p>
          <w:p w14:paraId="6F6AD85B" w14:textId="77777777" w:rsidR="00CA6156" w:rsidRPr="00CA6156" w:rsidRDefault="00CA6156" w:rsidP="00CA6156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0FB1244" w14:textId="7D028EED" w:rsidR="00CA6156" w:rsidRPr="00CA6156" w:rsidRDefault="00CA6156" w:rsidP="00CA6156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4570C9">
              <w:rPr>
                <w:rFonts w:ascii="Poppins" w:hAnsi="Poppins" w:cs="Poppins"/>
                <w:b/>
                <w:sz w:val="20"/>
              </w:rPr>
              <w:t>Emmeti</w:t>
            </w:r>
            <w:r w:rsidRPr="00CA6156">
              <w:rPr>
                <w:rFonts w:ascii="Poppins" w:hAnsi="Poppins" w:cs="Poppins"/>
                <w:b/>
                <w:sz w:val="20"/>
              </w:rPr>
              <w:t xml:space="preserve"> - Modello Kit regolazione termostatica 1" o equivalente</w:t>
            </w:r>
            <w:r w:rsidR="004570C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570C9" w14:paraId="75D21778" w14:textId="77777777" w:rsidTr="00CA6156">
        <w:tc>
          <w:tcPr>
            <w:tcW w:w="1398" w:type="dxa"/>
          </w:tcPr>
          <w:p w14:paraId="708F2080" w14:textId="5D90A44F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28130210</w:t>
            </w:r>
          </w:p>
        </w:tc>
        <w:tc>
          <w:tcPr>
            <w:tcW w:w="2297" w:type="dxa"/>
          </w:tcPr>
          <w:p w14:paraId="66A43FD3" w14:textId="1C5E80E3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 xml:space="preserve">Valvola miscelatrice a tre vie DN 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Pr="00CA6156">
              <w:rPr>
                <w:rFonts w:ascii="Poppins" w:hAnsi="Poppins" w:cs="Poppins"/>
                <w:bCs/>
                <w:sz w:val="20"/>
              </w:rPr>
              <w:t>0</w:t>
            </w:r>
          </w:p>
          <w:p w14:paraId="3DDEBEAB" w14:textId="45E6BBC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 xml:space="preserve">Kvs </w:t>
            </w:r>
            <w:r>
              <w:rPr>
                <w:rFonts w:ascii="Poppins" w:hAnsi="Poppins" w:cs="Poppins"/>
                <w:bCs/>
                <w:sz w:val="20"/>
              </w:rPr>
              <w:t>1</w:t>
            </w:r>
            <w:r w:rsidR="00264F35">
              <w:rPr>
                <w:rFonts w:ascii="Poppins" w:hAnsi="Poppins" w:cs="Poppins"/>
                <w:bCs/>
                <w:sz w:val="20"/>
              </w:rPr>
              <w:t>.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5803" w:type="dxa"/>
          </w:tcPr>
          <w:p w14:paraId="718C600B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CA6156">
              <w:rPr>
                <w:rFonts w:ascii="Poppins" w:hAnsi="Poppins" w:cs="Poppins"/>
                <w:bCs/>
              </w:rPr>
              <w:t>Valvola miscelatrice con caratteristica equipercentuale con corsa di 5,5mm e classe PN16, corpo in bronzo, asta in acciaio e O-rings in EPDM. Completa di bocchettoni.</w:t>
            </w:r>
          </w:p>
          <w:p w14:paraId="314D6FB9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2C3CB13" w14:textId="141CC4A3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CA6156">
              <w:rPr>
                <w:rFonts w:ascii="Poppins" w:hAnsi="Poppins" w:cs="Poppins"/>
                <w:bCs/>
              </w:rPr>
              <w:t xml:space="preserve">Attacchi bocchettoni: G </w:t>
            </w:r>
            <w:r>
              <w:rPr>
                <w:rFonts w:ascii="Poppins" w:hAnsi="Poppins" w:cs="Poppins"/>
                <w:bCs/>
              </w:rPr>
              <w:t>3/8</w:t>
            </w:r>
            <w:r w:rsidRPr="00CA6156">
              <w:rPr>
                <w:rFonts w:ascii="Poppins" w:hAnsi="Poppins" w:cs="Poppins"/>
                <w:bCs/>
              </w:rPr>
              <w:t xml:space="preserve">” </w:t>
            </w:r>
            <w:r>
              <w:rPr>
                <w:rFonts w:ascii="Poppins" w:hAnsi="Poppins" w:cs="Poppins"/>
                <w:bCs/>
              </w:rPr>
              <w:t>M</w:t>
            </w:r>
          </w:p>
          <w:p w14:paraId="2C525A97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5457CD1" w14:textId="26C86910" w:rsidR="004570C9" w:rsidRPr="00CA6156" w:rsidRDefault="004570C9" w:rsidP="004570C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CA6156">
              <w:rPr>
                <w:rFonts w:ascii="Poppins" w:hAnsi="Poppins" w:cs="Poppins"/>
                <w:b/>
                <w:sz w:val="20"/>
              </w:rPr>
              <w:t xml:space="preserve"> - Modello Valvola miscelatrice a tre vie DN </w:t>
            </w:r>
            <w:r>
              <w:rPr>
                <w:rFonts w:ascii="Poppins" w:hAnsi="Poppins" w:cs="Poppins"/>
                <w:b/>
                <w:sz w:val="20"/>
              </w:rPr>
              <w:t>10</w:t>
            </w:r>
            <w:r w:rsidRPr="00CA6156">
              <w:rPr>
                <w:rFonts w:ascii="Poppins" w:hAnsi="Poppins" w:cs="Poppins"/>
                <w:b/>
                <w:sz w:val="20"/>
              </w:rPr>
              <w:t xml:space="preserve"> Kvs </w:t>
            </w:r>
            <w:r>
              <w:rPr>
                <w:rFonts w:ascii="Poppins" w:hAnsi="Poppins" w:cs="Poppins"/>
                <w:b/>
                <w:sz w:val="20"/>
              </w:rPr>
              <w:t>1</w:t>
            </w:r>
            <w:r w:rsidR="00264F35">
              <w:rPr>
                <w:rFonts w:ascii="Poppins" w:hAnsi="Poppins" w:cs="Poppins"/>
                <w:b/>
                <w:sz w:val="20"/>
              </w:rPr>
              <w:t>.</w:t>
            </w:r>
            <w:r>
              <w:rPr>
                <w:rFonts w:ascii="Poppins" w:hAnsi="Poppins" w:cs="Poppins"/>
                <w:b/>
                <w:sz w:val="20"/>
              </w:rPr>
              <w:t>6</w:t>
            </w:r>
            <w:r w:rsidRPr="00CA6156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570C9" w14:paraId="4A80B8C7" w14:textId="77777777" w:rsidTr="00CA6156">
        <w:tc>
          <w:tcPr>
            <w:tcW w:w="1398" w:type="dxa"/>
          </w:tcPr>
          <w:p w14:paraId="631BA88B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28130214</w:t>
            </w:r>
          </w:p>
        </w:tc>
        <w:tc>
          <w:tcPr>
            <w:tcW w:w="2297" w:type="dxa"/>
          </w:tcPr>
          <w:p w14:paraId="371DCD6A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Valvola miscelatrice a tre vie DN 20</w:t>
            </w:r>
          </w:p>
          <w:p w14:paraId="0D5E2B16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Kvs 4</w:t>
            </w:r>
          </w:p>
        </w:tc>
        <w:tc>
          <w:tcPr>
            <w:tcW w:w="5803" w:type="dxa"/>
          </w:tcPr>
          <w:p w14:paraId="70A79AB8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CA6156">
              <w:rPr>
                <w:rFonts w:ascii="Poppins" w:hAnsi="Poppins" w:cs="Poppins"/>
                <w:bCs/>
              </w:rPr>
              <w:t>Valvola miscelatrice con caratteristica equipercentuale con corsa di 5,5mm e classe PN16, corpo in bronzo, asta in acciaio e O-rings in EPDM. Completa di bocchettoni.</w:t>
            </w:r>
          </w:p>
          <w:p w14:paraId="68E779BB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335E290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CA6156">
              <w:rPr>
                <w:rFonts w:ascii="Poppins" w:hAnsi="Poppins" w:cs="Poppins"/>
                <w:bCs/>
              </w:rPr>
              <w:t>Attacchi bocchettoni: G 1/2” F</w:t>
            </w:r>
          </w:p>
          <w:p w14:paraId="154169CF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984E638" w14:textId="116FC9E7" w:rsidR="004570C9" w:rsidRPr="00CA6156" w:rsidRDefault="004570C9" w:rsidP="004570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CA6156">
              <w:rPr>
                <w:rFonts w:ascii="Poppins" w:hAnsi="Poppins" w:cs="Poppins"/>
                <w:b/>
                <w:sz w:val="20"/>
              </w:rPr>
              <w:t xml:space="preserve"> - Modello Valvola miscelatrice a tre vie DN 20 Kvs 4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570C9" w14:paraId="2123107F" w14:textId="77777777" w:rsidTr="00CA6156">
        <w:tc>
          <w:tcPr>
            <w:tcW w:w="1398" w:type="dxa"/>
          </w:tcPr>
          <w:p w14:paraId="473D7A3E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28130216</w:t>
            </w:r>
          </w:p>
        </w:tc>
        <w:tc>
          <w:tcPr>
            <w:tcW w:w="2297" w:type="dxa"/>
          </w:tcPr>
          <w:p w14:paraId="1C876F19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Valvola miscelatrice a tre vie DN 25</w:t>
            </w:r>
          </w:p>
          <w:p w14:paraId="12BDCC01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Kvs 6.3</w:t>
            </w:r>
          </w:p>
        </w:tc>
        <w:tc>
          <w:tcPr>
            <w:tcW w:w="5803" w:type="dxa"/>
          </w:tcPr>
          <w:p w14:paraId="16480580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CA6156">
              <w:rPr>
                <w:rFonts w:ascii="Poppins" w:hAnsi="Poppins" w:cs="Poppins"/>
                <w:bCs/>
              </w:rPr>
              <w:t>Valvola miscelatrice con caratteristica equipercentuale con corsa di 5,5mm e classe PN16, corpo in bronzo, asta in acciaio e O-rings in EPDM. Completa di bocchettoni.</w:t>
            </w:r>
          </w:p>
          <w:p w14:paraId="6407CFBF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AB9C0D5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CA6156">
              <w:rPr>
                <w:rFonts w:ascii="Poppins" w:hAnsi="Poppins" w:cs="Poppins"/>
                <w:bCs/>
              </w:rPr>
              <w:t>Attacchi bocchettoni: G 3/4” F</w:t>
            </w:r>
          </w:p>
          <w:p w14:paraId="63277B2D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7CAD5858" w14:textId="7376F095" w:rsidR="004570C9" w:rsidRPr="00CA6156" w:rsidRDefault="004570C9" w:rsidP="004570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274FB">
              <w:rPr>
                <w:rFonts w:ascii="Poppins" w:hAnsi="Poppins" w:cs="Poppins"/>
                <w:b/>
                <w:sz w:val="20"/>
              </w:rPr>
              <w:t>Emmeti</w:t>
            </w:r>
            <w:r w:rsidRPr="00CA6156">
              <w:rPr>
                <w:rFonts w:ascii="Poppins" w:hAnsi="Poppins" w:cs="Poppins"/>
                <w:b/>
                <w:sz w:val="20"/>
              </w:rPr>
              <w:t xml:space="preserve"> - Modello Valvola miscelatrice a tre vie DN 25 Kvs 6.3 o equivalente</w:t>
            </w:r>
            <w:r w:rsidR="005274FB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570C9" w14:paraId="14A06583" w14:textId="77777777" w:rsidTr="00CA6156">
        <w:tc>
          <w:tcPr>
            <w:tcW w:w="1398" w:type="dxa"/>
          </w:tcPr>
          <w:p w14:paraId="593C9A99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28130218</w:t>
            </w:r>
          </w:p>
        </w:tc>
        <w:tc>
          <w:tcPr>
            <w:tcW w:w="2297" w:type="dxa"/>
          </w:tcPr>
          <w:p w14:paraId="0503BDD9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Valvola miscelatrice a tre vie DN 25</w:t>
            </w:r>
          </w:p>
          <w:p w14:paraId="7B96CE46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Kvs 10</w:t>
            </w:r>
          </w:p>
        </w:tc>
        <w:tc>
          <w:tcPr>
            <w:tcW w:w="5803" w:type="dxa"/>
          </w:tcPr>
          <w:p w14:paraId="63744638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CA6156">
              <w:rPr>
                <w:rFonts w:ascii="Poppins" w:hAnsi="Poppins" w:cs="Poppins"/>
                <w:bCs/>
              </w:rPr>
              <w:t>Valvola miscelatrice con caratteristica equipercentuale con corsa di 5,5mm e classe PN16, corpo in bronzo, asta in acciaio e O-rings in EPDM. Completa di bocchettoni.</w:t>
            </w:r>
          </w:p>
          <w:p w14:paraId="7EB6B6AB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428AC6A4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CA6156">
              <w:rPr>
                <w:rFonts w:ascii="Poppins" w:hAnsi="Poppins" w:cs="Poppins"/>
                <w:bCs/>
              </w:rPr>
              <w:t>Attacchi bocchettoni: G 1” F</w:t>
            </w:r>
          </w:p>
          <w:p w14:paraId="60F3599E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72C1ECA5" w14:textId="0B06CBBD" w:rsidR="004570C9" w:rsidRPr="00CA6156" w:rsidRDefault="004570C9" w:rsidP="004570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64F35">
              <w:rPr>
                <w:rFonts w:ascii="Poppins" w:hAnsi="Poppins" w:cs="Poppins"/>
                <w:b/>
                <w:sz w:val="20"/>
              </w:rPr>
              <w:t>Emmeti</w:t>
            </w:r>
            <w:r w:rsidRPr="00CA6156">
              <w:rPr>
                <w:rFonts w:ascii="Poppins" w:hAnsi="Poppins" w:cs="Poppins"/>
                <w:b/>
                <w:sz w:val="20"/>
              </w:rPr>
              <w:t xml:space="preserve"> - Modello Valvola miscelatrice a tre vie DN 25 Kvs 10 o equivalente</w:t>
            </w:r>
            <w:r w:rsidR="00264F3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570C9" w14:paraId="72B970F1" w14:textId="77777777" w:rsidTr="00CA6156">
        <w:tc>
          <w:tcPr>
            <w:tcW w:w="1398" w:type="dxa"/>
          </w:tcPr>
          <w:p w14:paraId="686317E5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28130220</w:t>
            </w:r>
          </w:p>
        </w:tc>
        <w:tc>
          <w:tcPr>
            <w:tcW w:w="2297" w:type="dxa"/>
          </w:tcPr>
          <w:p w14:paraId="3C98AD12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Valvola miscelatrice a tre vie DN 32</w:t>
            </w:r>
          </w:p>
          <w:p w14:paraId="48344F33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Kvs 16</w:t>
            </w:r>
          </w:p>
        </w:tc>
        <w:tc>
          <w:tcPr>
            <w:tcW w:w="5803" w:type="dxa"/>
          </w:tcPr>
          <w:p w14:paraId="19CF3231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CA6156">
              <w:rPr>
                <w:rFonts w:ascii="Poppins" w:hAnsi="Poppins" w:cs="Poppins"/>
                <w:bCs/>
              </w:rPr>
              <w:t>Valvola miscelatrice con caratteristica equipercentuale con corsa di 5,5mm e classe PN16, corpo in bronzo, asta in acciaio e O-rings in EPDM. Completa di bocchettoni.</w:t>
            </w:r>
          </w:p>
          <w:p w14:paraId="3CC55366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791D4279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CA6156">
              <w:rPr>
                <w:rFonts w:ascii="Poppins" w:hAnsi="Poppins" w:cs="Poppins"/>
                <w:bCs/>
              </w:rPr>
              <w:t>Attacchi bocchettoni: G 1”1/4 F</w:t>
            </w:r>
          </w:p>
          <w:p w14:paraId="728C14AA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301AF94" w14:textId="54CF30A6" w:rsidR="004570C9" w:rsidRPr="00CA6156" w:rsidRDefault="004570C9" w:rsidP="004570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264F35">
              <w:rPr>
                <w:rFonts w:ascii="Poppins" w:hAnsi="Poppins" w:cs="Poppins"/>
                <w:b/>
                <w:sz w:val="20"/>
              </w:rPr>
              <w:t>Emmeti</w:t>
            </w:r>
            <w:r w:rsidRPr="00CA6156">
              <w:rPr>
                <w:rFonts w:ascii="Poppins" w:hAnsi="Poppins" w:cs="Poppins"/>
                <w:b/>
                <w:sz w:val="20"/>
              </w:rPr>
              <w:t xml:space="preserve"> - Modello Valvola miscelatrice a tre vie DN 32 Kvs 16 o equivalente</w:t>
            </w:r>
            <w:r w:rsidR="00264F3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570C9" w14:paraId="6FEFCE58" w14:textId="77777777" w:rsidTr="00CA6156">
        <w:tc>
          <w:tcPr>
            <w:tcW w:w="1398" w:type="dxa"/>
          </w:tcPr>
          <w:p w14:paraId="4F2EC5E3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lastRenderedPageBreak/>
              <w:t>28130222</w:t>
            </w:r>
          </w:p>
        </w:tc>
        <w:tc>
          <w:tcPr>
            <w:tcW w:w="2297" w:type="dxa"/>
          </w:tcPr>
          <w:p w14:paraId="506A7B71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Valvola miscelatrice a tre vie DN 40</w:t>
            </w:r>
          </w:p>
          <w:p w14:paraId="200E800F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Kvs 25</w:t>
            </w:r>
          </w:p>
        </w:tc>
        <w:tc>
          <w:tcPr>
            <w:tcW w:w="5803" w:type="dxa"/>
          </w:tcPr>
          <w:p w14:paraId="67538967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CA6156">
              <w:rPr>
                <w:rFonts w:ascii="Poppins" w:hAnsi="Poppins" w:cs="Poppins"/>
                <w:bCs/>
              </w:rPr>
              <w:t>Valvola miscelatrice con caratteristica equipercentuale con corsa di 5,5mm e classe PN16, corpo in bronzo, asta in acciaio e O-rings in EPDM. Completa di bocchettoni.</w:t>
            </w:r>
          </w:p>
          <w:p w14:paraId="0ACB18FA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C89D928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CA6156">
              <w:rPr>
                <w:rFonts w:ascii="Poppins" w:hAnsi="Poppins" w:cs="Poppins"/>
                <w:bCs/>
              </w:rPr>
              <w:t>Attacchi bocchettoni: G 1”1/2 F</w:t>
            </w:r>
          </w:p>
          <w:p w14:paraId="3F5C9F0F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F4EDFE2" w14:textId="7216EAF2" w:rsidR="004570C9" w:rsidRPr="00CA6156" w:rsidRDefault="004570C9" w:rsidP="004570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64F35">
              <w:rPr>
                <w:rFonts w:ascii="Poppins" w:hAnsi="Poppins" w:cs="Poppins"/>
                <w:b/>
                <w:sz w:val="20"/>
              </w:rPr>
              <w:t>Emmeti</w:t>
            </w:r>
            <w:r w:rsidRPr="00CA6156">
              <w:rPr>
                <w:rFonts w:ascii="Poppins" w:hAnsi="Poppins" w:cs="Poppins"/>
                <w:b/>
                <w:sz w:val="20"/>
              </w:rPr>
              <w:t xml:space="preserve"> - Modello Valvola miscelatrice a tre vie DN 40 Kvs 25 o equivalente</w:t>
            </w:r>
            <w:r w:rsidR="00264F3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570C9" w14:paraId="7DEE873A" w14:textId="77777777" w:rsidTr="00CA6156">
        <w:tc>
          <w:tcPr>
            <w:tcW w:w="1398" w:type="dxa"/>
          </w:tcPr>
          <w:p w14:paraId="5DCBFFBA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28130208</w:t>
            </w:r>
          </w:p>
        </w:tc>
        <w:tc>
          <w:tcPr>
            <w:tcW w:w="2297" w:type="dxa"/>
          </w:tcPr>
          <w:p w14:paraId="761E62DA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sz w:val="20"/>
              </w:rPr>
            </w:pPr>
            <w:r w:rsidRPr="00CA6156">
              <w:rPr>
                <w:rFonts w:ascii="Poppins" w:hAnsi="Poppins" w:cs="Poppins"/>
                <w:sz w:val="20"/>
              </w:rPr>
              <w:t>Servomotore 3 punti</w:t>
            </w:r>
          </w:p>
          <w:p w14:paraId="06C32EB3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sz w:val="20"/>
              </w:rPr>
            </w:pPr>
            <w:r w:rsidRPr="00CA6156">
              <w:rPr>
                <w:rFonts w:ascii="Poppins" w:hAnsi="Poppins" w:cs="Poppins"/>
                <w:sz w:val="20"/>
              </w:rPr>
              <w:t>per valvola miscelatrice</w:t>
            </w:r>
          </w:p>
          <w:p w14:paraId="08E332EA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sz w:val="20"/>
              </w:rPr>
              <w:t>a 3 vie</w:t>
            </w:r>
          </w:p>
        </w:tc>
        <w:tc>
          <w:tcPr>
            <w:tcW w:w="5803" w:type="dxa"/>
          </w:tcPr>
          <w:p w14:paraId="0F250318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Servomotore 3 punti per valvola miscelatrice a tre vie, azionabile mediante idoneo regolatore climatico.</w:t>
            </w:r>
          </w:p>
          <w:p w14:paraId="19F45928" w14:textId="77777777" w:rsidR="004570C9" w:rsidRPr="00CA6156" w:rsidRDefault="004570C9" w:rsidP="004570C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E0D182A" w14:textId="77777777" w:rsidR="004570C9" w:rsidRPr="00CA6156" w:rsidRDefault="004570C9" w:rsidP="004570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6764EBC8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Tipo di azionamento: controllo a 3 posizioni</w:t>
            </w:r>
          </w:p>
          <w:p w14:paraId="25B64068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Tensione nominale: 230 Vac</w:t>
            </w:r>
          </w:p>
          <w:p w14:paraId="5BD1AD12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Frequenza nominale: 50/60 Hz</w:t>
            </w:r>
          </w:p>
          <w:p w14:paraId="15E97CD5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Consumo massimo: 6 VA</w:t>
            </w:r>
          </w:p>
          <w:p w14:paraId="3966C36F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Temperatura ambiente ammessa: da 1 a 50 °C</w:t>
            </w:r>
          </w:p>
          <w:p w14:paraId="36643AD0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Temperatura massima del fluido ammessa: 110 °C</w:t>
            </w:r>
          </w:p>
          <w:p w14:paraId="3E310DF6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Corsa nominale: 5,5 mm</w:t>
            </w:r>
          </w:p>
          <w:p w14:paraId="7AF16C62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Tempo di corsa (a 50/60 Hz): 150 s</w:t>
            </w:r>
          </w:p>
          <w:p w14:paraId="1AD7D986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Forza nominale: 300 N</w:t>
            </w:r>
          </w:p>
          <w:p w14:paraId="65C0AF23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Grado di protezione: IP40 sec. EN 60529</w:t>
            </w:r>
          </w:p>
          <w:p w14:paraId="2C0BBA2B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Classe di isolamento: II sec. EN 60730</w:t>
            </w:r>
          </w:p>
          <w:p w14:paraId="58F1BF0A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Misura attacco filettato: G 3/4” F</w:t>
            </w:r>
          </w:p>
          <w:p w14:paraId="4D3ABE0B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1999CE9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Abbinabile a valvole miscelatrici modelli: DN 20, DN 25, DN 32, DN 40.</w:t>
            </w:r>
          </w:p>
          <w:p w14:paraId="5D258C95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48F063A" w14:textId="2BB7A9DA" w:rsidR="004570C9" w:rsidRPr="00CA6156" w:rsidRDefault="004570C9" w:rsidP="004570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2111FC">
              <w:rPr>
                <w:rFonts w:ascii="Poppins" w:hAnsi="Poppins" w:cs="Poppins"/>
                <w:b/>
                <w:sz w:val="20"/>
              </w:rPr>
              <w:t>Emmeti</w:t>
            </w:r>
            <w:r w:rsidRPr="00CA6156">
              <w:rPr>
                <w:rFonts w:ascii="Poppins" w:hAnsi="Poppins" w:cs="Poppins"/>
                <w:b/>
                <w:sz w:val="20"/>
              </w:rPr>
              <w:t xml:space="preserve"> - Modello Servomotore 3 punti per valvola miscelatrice a 3 vie  o equivalente</w:t>
            </w:r>
            <w:r w:rsidR="002111FC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570C9" w14:paraId="4BC63B21" w14:textId="77777777" w:rsidTr="00CA6156">
        <w:tc>
          <w:tcPr>
            <w:tcW w:w="1398" w:type="dxa"/>
          </w:tcPr>
          <w:p w14:paraId="42C6CA0F" w14:textId="073B51A4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t>28130</w:t>
            </w:r>
            <w:r w:rsidR="00FD5050">
              <w:rPr>
                <w:rFonts w:ascii="Poppins" w:hAnsi="Poppins" w:cs="Poppins"/>
                <w:bCs/>
                <w:sz w:val="20"/>
              </w:rPr>
              <w:t>314</w:t>
            </w:r>
          </w:p>
        </w:tc>
        <w:tc>
          <w:tcPr>
            <w:tcW w:w="2297" w:type="dxa"/>
          </w:tcPr>
          <w:p w14:paraId="5F428361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sz w:val="20"/>
              </w:rPr>
            </w:pPr>
            <w:r w:rsidRPr="00CA6156">
              <w:rPr>
                <w:rFonts w:ascii="Poppins" w:hAnsi="Poppins" w:cs="Poppins"/>
                <w:sz w:val="20"/>
              </w:rPr>
              <w:t>Servomotore 0-10 Vdc</w:t>
            </w:r>
          </w:p>
          <w:p w14:paraId="15B70997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sz w:val="20"/>
              </w:rPr>
            </w:pPr>
            <w:r w:rsidRPr="00CA6156">
              <w:rPr>
                <w:rFonts w:ascii="Poppins" w:hAnsi="Poppins" w:cs="Poppins"/>
                <w:sz w:val="20"/>
              </w:rPr>
              <w:t>per valvola miscelatrice</w:t>
            </w:r>
          </w:p>
          <w:p w14:paraId="29F7A82B" w14:textId="17B84495" w:rsidR="004570C9" w:rsidRPr="00CA6156" w:rsidRDefault="004570C9" w:rsidP="004570C9">
            <w:pPr>
              <w:jc w:val="center"/>
              <w:rPr>
                <w:rFonts w:ascii="Poppins" w:hAnsi="Poppins" w:cs="Poppins"/>
                <w:sz w:val="20"/>
              </w:rPr>
            </w:pPr>
            <w:r w:rsidRPr="00CA6156">
              <w:rPr>
                <w:rFonts w:ascii="Poppins" w:hAnsi="Poppins" w:cs="Poppins"/>
                <w:sz w:val="20"/>
              </w:rPr>
              <w:t>a 3 vie</w:t>
            </w:r>
            <w:r w:rsidR="000E50B5">
              <w:rPr>
                <w:rFonts w:ascii="Poppins" w:hAnsi="Poppins" w:cs="Poppins"/>
                <w:sz w:val="20"/>
              </w:rPr>
              <w:t xml:space="preserve"> fino a DN25 - </w:t>
            </w:r>
            <w:r w:rsidR="00FD5050">
              <w:rPr>
                <w:rFonts w:ascii="Poppins" w:hAnsi="Poppins" w:cs="Poppins"/>
                <w:sz w:val="20"/>
              </w:rPr>
              <w:t>Kvs 6,3</w:t>
            </w:r>
          </w:p>
        </w:tc>
        <w:tc>
          <w:tcPr>
            <w:tcW w:w="5803" w:type="dxa"/>
          </w:tcPr>
          <w:p w14:paraId="1CFB49F2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Servomotore 0-10 Vdc per valvola miscelatrice a tre vie, azionabile mediante idoneo regolatore climatico.</w:t>
            </w:r>
          </w:p>
          <w:p w14:paraId="6F5097F6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1E2AA6A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CA6156">
              <w:rPr>
                <w:rFonts w:ascii="Poppins" w:hAnsi="Poppins" w:cs="Poppins"/>
                <w:b/>
              </w:rPr>
              <w:t>Dati tecnici:</w:t>
            </w:r>
          </w:p>
          <w:p w14:paraId="6FB0434D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Tipo di azionamento: controllo 0-10 Vdc</w:t>
            </w:r>
          </w:p>
          <w:p w14:paraId="5812D3EA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Tensione nominale: 24 Vac/Vdc</w:t>
            </w:r>
          </w:p>
          <w:p w14:paraId="65589AFC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Frequenza nominale: 50/60 Hz</w:t>
            </w:r>
          </w:p>
          <w:p w14:paraId="133EB3BB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Consumo massimo: 2 VA</w:t>
            </w:r>
          </w:p>
          <w:p w14:paraId="6781BBE9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Temperatura ambiente ammessa: da 5 a 55 °C</w:t>
            </w:r>
          </w:p>
          <w:p w14:paraId="7712D593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lastRenderedPageBreak/>
              <w:t>Temperatura massima del fluido ammessa: 110 °C</w:t>
            </w:r>
          </w:p>
          <w:p w14:paraId="289852E1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Corsa nominale: 5,5 mm</w:t>
            </w:r>
          </w:p>
          <w:p w14:paraId="76B0398F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Tempo di corsa (a 50/60 Hz): 30 s</w:t>
            </w:r>
          </w:p>
          <w:p w14:paraId="619D0926" w14:textId="3E579AF1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 xml:space="preserve">Forza nominale: </w:t>
            </w:r>
            <w:r w:rsidR="00FD5050">
              <w:rPr>
                <w:rFonts w:ascii="Poppins" w:hAnsi="Poppins" w:cs="Poppins"/>
              </w:rPr>
              <w:t>2</w:t>
            </w:r>
            <w:r w:rsidRPr="00CA6156">
              <w:rPr>
                <w:rFonts w:ascii="Poppins" w:hAnsi="Poppins" w:cs="Poppins"/>
              </w:rPr>
              <w:t>00 N</w:t>
            </w:r>
          </w:p>
          <w:p w14:paraId="6074EDB7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Grado di protezione: IP40 sec. EN 60529</w:t>
            </w:r>
          </w:p>
          <w:p w14:paraId="00D06970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Classe di isolamento: II sec. EN 60730</w:t>
            </w:r>
          </w:p>
          <w:p w14:paraId="5669AD00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Misura attacco filettato: G 3/4” F</w:t>
            </w:r>
          </w:p>
          <w:p w14:paraId="2F1EC580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4A8B7F0A" w14:textId="3059E275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Abbinabile a valvole miscelatrici modelli</w:t>
            </w:r>
            <w:r w:rsidR="00FD5050">
              <w:rPr>
                <w:rFonts w:ascii="Poppins" w:hAnsi="Poppins" w:cs="Poppins"/>
              </w:rPr>
              <w:t xml:space="preserve"> fino a</w:t>
            </w:r>
            <w:r w:rsidRPr="00CA6156">
              <w:rPr>
                <w:rFonts w:ascii="Poppins" w:hAnsi="Poppins" w:cs="Poppins"/>
              </w:rPr>
              <w:t xml:space="preserve"> DN 2</w:t>
            </w:r>
            <w:r w:rsidR="00FD5050">
              <w:rPr>
                <w:rFonts w:ascii="Poppins" w:hAnsi="Poppins" w:cs="Poppins"/>
              </w:rPr>
              <w:t>5 (Kvs 6,3)</w:t>
            </w:r>
            <w:r w:rsidRPr="00CA6156">
              <w:rPr>
                <w:rFonts w:ascii="Poppins" w:hAnsi="Poppins" w:cs="Poppins"/>
              </w:rPr>
              <w:t>.</w:t>
            </w:r>
          </w:p>
          <w:p w14:paraId="64957DAB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602FD8F" w14:textId="6892D7E1" w:rsidR="004570C9" w:rsidRPr="00CA6156" w:rsidRDefault="004570C9" w:rsidP="004570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A6C86">
              <w:rPr>
                <w:rFonts w:ascii="Poppins" w:hAnsi="Poppins" w:cs="Poppins"/>
                <w:b/>
                <w:sz w:val="20"/>
              </w:rPr>
              <w:t>Emmeti</w:t>
            </w:r>
            <w:r w:rsidRPr="00CA6156">
              <w:rPr>
                <w:rFonts w:ascii="Poppins" w:hAnsi="Poppins" w:cs="Poppins"/>
                <w:b/>
                <w:sz w:val="20"/>
              </w:rPr>
              <w:t xml:space="preserve"> - Modello Servomotore 0-10 Vdc per valvola miscelatrice a 3 vie </w:t>
            </w:r>
            <w:r w:rsidR="000E50B5">
              <w:rPr>
                <w:rFonts w:ascii="Poppins" w:hAnsi="Poppins" w:cs="Poppins"/>
                <w:b/>
                <w:sz w:val="20"/>
              </w:rPr>
              <w:t xml:space="preserve">fino a </w:t>
            </w:r>
            <w:r w:rsidR="000E50B5" w:rsidRPr="000E50B5">
              <w:rPr>
                <w:rFonts w:ascii="Poppins" w:hAnsi="Poppins" w:cs="Poppins"/>
                <w:b/>
                <w:sz w:val="20"/>
              </w:rPr>
              <w:t>DN25 - Kvs 6,3</w:t>
            </w:r>
            <w:r w:rsidR="000E50B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A6156">
              <w:rPr>
                <w:rFonts w:ascii="Poppins" w:hAnsi="Poppins" w:cs="Poppins"/>
                <w:b/>
                <w:sz w:val="20"/>
              </w:rPr>
              <w:t>o equivalente</w:t>
            </w:r>
            <w:r w:rsidR="007A6C86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570C9" w14:paraId="0567D1C1" w14:textId="77777777" w:rsidTr="00CA6156">
        <w:tc>
          <w:tcPr>
            <w:tcW w:w="1398" w:type="dxa"/>
          </w:tcPr>
          <w:p w14:paraId="0ED73536" w14:textId="4C1F70DA" w:rsidR="004570C9" w:rsidRPr="00CA6156" w:rsidRDefault="004570C9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A6156">
              <w:rPr>
                <w:rFonts w:ascii="Poppins" w:hAnsi="Poppins" w:cs="Poppins"/>
                <w:bCs/>
                <w:sz w:val="20"/>
              </w:rPr>
              <w:lastRenderedPageBreak/>
              <w:t>28130</w:t>
            </w:r>
            <w:r w:rsidR="00FD5050">
              <w:rPr>
                <w:rFonts w:ascii="Poppins" w:hAnsi="Poppins" w:cs="Poppins"/>
                <w:bCs/>
                <w:sz w:val="20"/>
              </w:rPr>
              <w:t>316</w:t>
            </w:r>
          </w:p>
        </w:tc>
        <w:tc>
          <w:tcPr>
            <w:tcW w:w="2297" w:type="dxa"/>
          </w:tcPr>
          <w:p w14:paraId="71211262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sz w:val="20"/>
              </w:rPr>
            </w:pPr>
            <w:r w:rsidRPr="00CA6156">
              <w:rPr>
                <w:rFonts w:ascii="Poppins" w:hAnsi="Poppins" w:cs="Poppins"/>
                <w:sz w:val="20"/>
              </w:rPr>
              <w:t>Servomotore 0-10 Vdc</w:t>
            </w:r>
          </w:p>
          <w:p w14:paraId="1CCB3B88" w14:textId="77777777" w:rsidR="004570C9" w:rsidRPr="00CA6156" w:rsidRDefault="004570C9" w:rsidP="004570C9">
            <w:pPr>
              <w:jc w:val="center"/>
              <w:rPr>
                <w:rFonts w:ascii="Poppins" w:hAnsi="Poppins" w:cs="Poppins"/>
                <w:sz w:val="20"/>
              </w:rPr>
            </w:pPr>
            <w:r w:rsidRPr="00CA6156">
              <w:rPr>
                <w:rFonts w:ascii="Poppins" w:hAnsi="Poppins" w:cs="Poppins"/>
                <w:sz w:val="20"/>
              </w:rPr>
              <w:t>per valvola miscelatrice</w:t>
            </w:r>
          </w:p>
          <w:p w14:paraId="3BB782AF" w14:textId="0E67B08A" w:rsidR="004570C9" w:rsidRPr="00CA6156" w:rsidRDefault="004570C9" w:rsidP="004570C9">
            <w:pPr>
              <w:jc w:val="center"/>
              <w:rPr>
                <w:rFonts w:ascii="Poppins" w:hAnsi="Poppins" w:cs="Poppins"/>
                <w:sz w:val="20"/>
              </w:rPr>
            </w:pPr>
            <w:r w:rsidRPr="00CA6156">
              <w:rPr>
                <w:rFonts w:ascii="Poppins" w:hAnsi="Poppins" w:cs="Poppins"/>
                <w:sz w:val="20"/>
              </w:rPr>
              <w:t>a 3 vie</w:t>
            </w:r>
            <w:r w:rsidR="00FD5050">
              <w:rPr>
                <w:rFonts w:ascii="Poppins" w:hAnsi="Poppins" w:cs="Poppins"/>
                <w:sz w:val="20"/>
              </w:rPr>
              <w:t xml:space="preserve"> </w:t>
            </w:r>
            <w:r w:rsidR="00DF32E5">
              <w:rPr>
                <w:rFonts w:ascii="Poppins" w:hAnsi="Poppins" w:cs="Poppins"/>
                <w:sz w:val="20"/>
              </w:rPr>
              <w:t xml:space="preserve">da DN25 - </w:t>
            </w:r>
            <w:r w:rsidR="00FD5050">
              <w:rPr>
                <w:rFonts w:ascii="Poppins" w:hAnsi="Poppins" w:cs="Poppins"/>
                <w:sz w:val="20"/>
              </w:rPr>
              <w:t>Kvs 10</w:t>
            </w:r>
            <w:r w:rsidR="00DF32E5">
              <w:rPr>
                <w:rFonts w:ascii="Poppins" w:hAnsi="Poppins" w:cs="Poppins"/>
                <w:sz w:val="20"/>
              </w:rPr>
              <w:t xml:space="preserve"> a </w:t>
            </w:r>
            <w:r w:rsidR="00BD3420">
              <w:rPr>
                <w:rFonts w:ascii="Poppins" w:hAnsi="Poppins" w:cs="Poppins"/>
                <w:sz w:val="20"/>
              </w:rPr>
              <w:t>DN40</w:t>
            </w:r>
          </w:p>
        </w:tc>
        <w:tc>
          <w:tcPr>
            <w:tcW w:w="5803" w:type="dxa"/>
          </w:tcPr>
          <w:p w14:paraId="0A1D48D9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Servomotore 0-10 Vdc per valvola miscelatrice a tre vie, azionabile mediante idoneo regolatore climatico.</w:t>
            </w:r>
          </w:p>
          <w:p w14:paraId="20805512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64C5BC4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CA6156">
              <w:rPr>
                <w:rFonts w:ascii="Poppins" w:hAnsi="Poppins" w:cs="Poppins"/>
                <w:b/>
              </w:rPr>
              <w:t>Dati tecnici:</w:t>
            </w:r>
          </w:p>
          <w:p w14:paraId="6A69724D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Tipo di azionamento: controllo 0-10 Vdc</w:t>
            </w:r>
          </w:p>
          <w:p w14:paraId="6A52D6CD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Tensione nominale: 24 Vac/Vdc</w:t>
            </w:r>
          </w:p>
          <w:p w14:paraId="070766B8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Frequenza nominale: 50/60 Hz</w:t>
            </w:r>
          </w:p>
          <w:p w14:paraId="41FC5811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Consumo massimo: 2 VA</w:t>
            </w:r>
          </w:p>
          <w:p w14:paraId="08CB5900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Temperatura ambiente ammessa: da 5 a 55 °C</w:t>
            </w:r>
          </w:p>
          <w:p w14:paraId="7C21F9C9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Temperatura massima del fluido ammessa: 110 °C</w:t>
            </w:r>
          </w:p>
          <w:p w14:paraId="3E789B57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Corsa nominale: 5,5 mm</w:t>
            </w:r>
          </w:p>
          <w:p w14:paraId="33EC343E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Tempo di corsa (a 50/60 Hz): 30 s</w:t>
            </w:r>
          </w:p>
          <w:p w14:paraId="079D0DFC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Forza nominale: 300 N</w:t>
            </w:r>
          </w:p>
          <w:p w14:paraId="2F2E3FC2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Grado di protezione: IP40 sec. EN 60529</w:t>
            </w:r>
          </w:p>
          <w:p w14:paraId="1C50CCB2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Classe di isolamento: II sec. EN 60730</w:t>
            </w:r>
          </w:p>
          <w:p w14:paraId="62C98C9F" w14:textId="77777777" w:rsidR="004570C9" w:rsidRPr="00CA6156" w:rsidRDefault="004570C9" w:rsidP="004570C9">
            <w:pPr>
              <w:pStyle w:val="Testocommento"/>
              <w:numPr>
                <w:ilvl w:val="0"/>
                <w:numId w:val="34"/>
              </w:numPr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Misura attacco filettato: G 3/4” femmina</w:t>
            </w:r>
          </w:p>
          <w:p w14:paraId="6924A64C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3E0C9916" w14:textId="50D9D7AF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CA6156">
              <w:rPr>
                <w:rFonts w:ascii="Poppins" w:hAnsi="Poppins" w:cs="Poppins"/>
              </w:rPr>
              <w:t>Abbinabile a valvole miscelatrici modelli</w:t>
            </w:r>
            <w:r w:rsidR="00FD5050">
              <w:rPr>
                <w:rFonts w:ascii="Poppins" w:hAnsi="Poppins" w:cs="Poppins"/>
              </w:rPr>
              <w:t xml:space="preserve"> da</w:t>
            </w:r>
            <w:r w:rsidRPr="00CA6156">
              <w:rPr>
                <w:rFonts w:ascii="Poppins" w:hAnsi="Poppins" w:cs="Poppins"/>
              </w:rPr>
              <w:t xml:space="preserve"> DN 25</w:t>
            </w:r>
            <w:r w:rsidR="00FD5050">
              <w:rPr>
                <w:rFonts w:ascii="Poppins" w:hAnsi="Poppins" w:cs="Poppins"/>
              </w:rPr>
              <w:t xml:space="preserve"> (Kvs 10)</w:t>
            </w:r>
            <w:r w:rsidR="00BD3420">
              <w:rPr>
                <w:rFonts w:ascii="Poppins" w:hAnsi="Poppins" w:cs="Poppins"/>
              </w:rPr>
              <w:t xml:space="preserve"> a DN40.</w:t>
            </w:r>
          </w:p>
          <w:p w14:paraId="0459B4EA" w14:textId="77777777" w:rsidR="004570C9" w:rsidRPr="00CA6156" w:rsidRDefault="004570C9" w:rsidP="004570C9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07E3946" w14:textId="06C9FFF6" w:rsidR="004570C9" w:rsidRPr="00CA6156" w:rsidRDefault="004570C9" w:rsidP="004570C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CA6156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7A6C86">
              <w:rPr>
                <w:rFonts w:ascii="Poppins" w:hAnsi="Poppins" w:cs="Poppins"/>
                <w:b/>
                <w:sz w:val="20"/>
              </w:rPr>
              <w:t>Emmeti</w:t>
            </w:r>
            <w:r w:rsidR="007A6C86" w:rsidRPr="00CA6156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A6156">
              <w:rPr>
                <w:rFonts w:ascii="Poppins" w:hAnsi="Poppins" w:cs="Poppins"/>
                <w:b/>
                <w:sz w:val="20"/>
              </w:rPr>
              <w:t>- Modello Servomotore 0-10 Vdc per valvola miscelatrice a 3 vie</w:t>
            </w:r>
            <w:r w:rsidR="00FD5050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BD3420" w:rsidRPr="00BD3420">
              <w:rPr>
                <w:rFonts w:ascii="Poppins" w:hAnsi="Poppins" w:cs="Poppins"/>
                <w:b/>
                <w:sz w:val="20"/>
              </w:rPr>
              <w:t>da DN25 - Kvs 10 a DN40</w:t>
            </w:r>
            <w:r w:rsidR="00BD3420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CA6156">
              <w:rPr>
                <w:rFonts w:ascii="Poppins" w:hAnsi="Poppins" w:cs="Poppins"/>
                <w:b/>
                <w:sz w:val="20"/>
              </w:rPr>
              <w:t>o equivalente</w:t>
            </w:r>
            <w:r w:rsidR="007A6C86">
              <w:rPr>
                <w:rFonts w:ascii="Poppins" w:hAnsi="Poppins" w:cs="Poppins"/>
                <w:sz w:val="20"/>
              </w:rPr>
              <w:t>.</w:t>
            </w:r>
          </w:p>
        </w:tc>
      </w:tr>
      <w:tr w:rsidR="007A6C86" w14:paraId="783E3E0E" w14:textId="77777777" w:rsidTr="00CA6156">
        <w:tc>
          <w:tcPr>
            <w:tcW w:w="1398" w:type="dxa"/>
          </w:tcPr>
          <w:p w14:paraId="12CDBB86" w14:textId="6FBC54BF" w:rsidR="007A6C86" w:rsidRPr="00CA6156" w:rsidRDefault="007A6C86" w:rsidP="004570C9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28130084</w:t>
            </w:r>
          </w:p>
        </w:tc>
        <w:tc>
          <w:tcPr>
            <w:tcW w:w="2297" w:type="dxa"/>
          </w:tcPr>
          <w:p w14:paraId="799FB282" w14:textId="35D14B92" w:rsidR="007A6C86" w:rsidRPr="00CA6156" w:rsidRDefault="007A6C86" w:rsidP="004570C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Detentore di taratura</w:t>
            </w:r>
            <w:r w:rsidR="00476E65">
              <w:rPr>
                <w:rFonts w:ascii="Poppins" w:hAnsi="Poppins" w:cs="Poppins"/>
                <w:sz w:val="20"/>
              </w:rPr>
              <w:t xml:space="preserve"> 1”</w:t>
            </w:r>
          </w:p>
        </w:tc>
        <w:tc>
          <w:tcPr>
            <w:tcW w:w="5803" w:type="dxa"/>
          </w:tcPr>
          <w:p w14:paraId="1F8210E4" w14:textId="5D600478" w:rsidR="00476E65" w:rsidRPr="00476E65" w:rsidRDefault="00476E65" w:rsidP="00476E6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476E65">
              <w:rPr>
                <w:rFonts w:ascii="Poppins" w:hAnsi="Poppins" w:cs="Poppins"/>
              </w:rPr>
              <w:t>Detentore micrometrico di taratura in ottone nichelato, parti a tenuta</w:t>
            </w:r>
            <w:r>
              <w:rPr>
                <w:rFonts w:ascii="Poppins" w:hAnsi="Poppins" w:cs="Poppins"/>
              </w:rPr>
              <w:t xml:space="preserve"> </w:t>
            </w:r>
            <w:r w:rsidRPr="00476E65">
              <w:rPr>
                <w:rFonts w:ascii="Poppins" w:hAnsi="Poppins" w:cs="Poppins"/>
              </w:rPr>
              <w:t>in EPDM. Attacco a bocchettone per tubo ferro. Misura 1".</w:t>
            </w:r>
          </w:p>
          <w:p w14:paraId="5BCEABC1" w14:textId="77777777" w:rsidR="00476E65" w:rsidRPr="00476E65" w:rsidRDefault="00476E65" w:rsidP="00476E65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7E901338" w14:textId="229FFC68" w:rsidR="007A6C86" w:rsidRPr="00476E65" w:rsidRDefault="00476E65" w:rsidP="00476E65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476E65">
              <w:rPr>
                <w:rFonts w:ascii="Poppins" w:hAnsi="Poppins" w:cs="Poppins"/>
                <w:b/>
                <w:bCs/>
              </w:rPr>
              <w:lastRenderedPageBreak/>
              <w:t>Marca Emmeti - Modello Detentore di taratura 1" o equivalente.</w:t>
            </w:r>
          </w:p>
        </w:tc>
      </w:tr>
    </w:tbl>
    <w:p w14:paraId="7AE689BD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2AC93" w14:textId="77777777" w:rsidR="00516F2B" w:rsidRDefault="00516F2B">
      <w:r>
        <w:separator/>
      </w:r>
    </w:p>
  </w:endnote>
  <w:endnote w:type="continuationSeparator" w:id="0">
    <w:p w14:paraId="0280F9E4" w14:textId="77777777" w:rsidR="00516F2B" w:rsidRDefault="00516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9809D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6DC4551A" w14:textId="77777777" w:rsidTr="004706FD">
      <w:tc>
        <w:tcPr>
          <w:tcW w:w="4534" w:type="dxa"/>
        </w:tcPr>
        <w:p w14:paraId="0477F94E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CA6156">
            <w:rPr>
              <w:rFonts w:ascii="Poppins" w:hAnsi="Poppins" w:cs="Poppins"/>
              <w:iCs/>
              <w:noProof/>
              <w:sz w:val="16"/>
            </w:rPr>
            <w:t>Valvole miscelatrici ed accessori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09A3D8E4" w14:textId="243D621F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BD3420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001C214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212A35DC" wp14:editId="6B60F503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08158" w14:textId="77777777" w:rsidR="00516F2B" w:rsidRDefault="00516F2B">
      <w:r>
        <w:separator/>
      </w:r>
    </w:p>
  </w:footnote>
  <w:footnote w:type="continuationSeparator" w:id="0">
    <w:p w14:paraId="2C523C4C" w14:textId="77777777" w:rsidR="00516F2B" w:rsidRDefault="00516F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EA23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F978467" wp14:editId="22BF54F0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5E692677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2F596B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C5327"/>
    <w:multiLevelType w:val="hybridMultilevel"/>
    <w:tmpl w:val="6758063E"/>
    <w:lvl w:ilvl="0" w:tplc="AD9009BA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0635367">
    <w:abstractNumId w:val="18"/>
  </w:num>
  <w:num w:numId="2" w16cid:durableId="915166602">
    <w:abstractNumId w:val="17"/>
  </w:num>
  <w:num w:numId="3" w16cid:durableId="132141965">
    <w:abstractNumId w:val="7"/>
  </w:num>
  <w:num w:numId="4" w16cid:durableId="238635478">
    <w:abstractNumId w:val="3"/>
  </w:num>
  <w:num w:numId="5" w16cid:durableId="591356667">
    <w:abstractNumId w:val="14"/>
  </w:num>
  <w:num w:numId="6" w16cid:durableId="2003385004">
    <w:abstractNumId w:val="12"/>
  </w:num>
  <w:num w:numId="7" w16cid:durableId="536242548">
    <w:abstractNumId w:val="9"/>
  </w:num>
  <w:num w:numId="8" w16cid:durableId="299237545">
    <w:abstractNumId w:val="12"/>
  </w:num>
  <w:num w:numId="9" w16cid:durableId="18512570">
    <w:abstractNumId w:val="0"/>
  </w:num>
  <w:num w:numId="10" w16cid:durableId="1599873586">
    <w:abstractNumId w:val="12"/>
  </w:num>
  <w:num w:numId="11" w16cid:durableId="1275283012">
    <w:abstractNumId w:val="22"/>
  </w:num>
  <w:num w:numId="12" w16cid:durableId="132983960">
    <w:abstractNumId w:val="25"/>
  </w:num>
  <w:num w:numId="13" w16cid:durableId="1811555132">
    <w:abstractNumId w:val="21"/>
  </w:num>
  <w:num w:numId="14" w16cid:durableId="1565674906">
    <w:abstractNumId w:val="10"/>
  </w:num>
  <w:num w:numId="15" w16cid:durableId="97260577">
    <w:abstractNumId w:val="23"/>
  </w:num>
  <w:num w:numId="16" w16cid:durableId="188032466">
    <w:abstractNumId w:val="28"/>
  </w:num>
  <w:num w:numId="17" w16cid:durableId="713044550">
    <w:abstractNumId w:val="30"/>
  </w:num>
  <w:num w:numId="18" w16cid:durableId="1799034264">
    <w:abstractNumId w:val="24"/>
  </w:num>
  <w:num w:numId="19" w16cid:durableId="921109896">
    <w:abstractNumId w:val="1"/>
  </w:num>
  <w:num w:numId="20" w16cid:durableId="17975047">
    <w:abstractNumId w:val="2"/>
  </w:num>
  <w:num w:numId="21" w16cid:durableId="1700201433">
    <w:abstractNumId w:val="15"/>
  </w:num>
  <w:num w:numId="22" w16cid:durableId="1505241017">
    <w:abstractNumId w:val="5"/>
  </w:num>
  <w:num w:numId="23" w16cid:durableId="1045064126">
    <w:abstractNumId w:val="20"/>
  </w:num>
  <w:num w:numId="24" w16cid:durableId="1955674920">
    <w:abstractNumId w:val="29"/>
  </w:num>
  <w:num w:numId="25" w16cid:durableId="1862737315">
    <w:abstractNumId w:val="8"/>
  </w:num>
  <w:num w:numId="26" w16cid:durableId="632253540">
    <w:abstractNumId w:val="11"/>
  </w:num>
  <w:num w:numId="27" w16cid:durableId="870531419">
    <w:abstractNumId w:val="26"/>
  </w:num>
  <w:num w:numId="28" w16cid:durableId="554001305">
    <w:abstractNumId w:val="13"/>
  </w:num>
  <w:num w:numId="29" w16cid:durableId="1510754649">
    <w:abstractNumId w:val="4"/>
  </w:num>
  <w:num w:numId="30" w16cid:durableId="1630161812">
    <w:abstractNumId w:val="16"/>
  </w:num>
  <w:num w:numId="31" w16cid:durableId="1356492431">
    <w:abstractNumId w:val="27"/>
  </w:num>
  <w:num w:numId="32" w16cid:durableId="1008167789">
    <w:abstractNumId w:val="6"/>
  </w:num>
  <w:num w:numId="33" w16cid:durableId="1183207831">
    <w:abstractNumId w:val="6"/>
  </w:num>
  <w:num w:numId="34" w16cid:durableId="19067213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E50B5"/>
    <w:rsid w:val="000F7A52"/>
    <w:rsid w:val="00103A0D"/>
    <w:rsid w:val="00117A0E"/>
    <w:rsid w:val="00126C5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111FC"/>
    <w:rsid w:val="0023000E"/>
    <w:rsid w:val="002346C2"/>
    <w:rsid w:val="00264BCF"/>
    <w:rsid w:val="00264F35"/>
    <w:rsid w:val="0028448D"/>
    <w:rsid w:val="00285A03"/>
    <w:rsid w:val="002862D2"/>
    <w:rsid w:val="002B5D63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B0FFE"/>
    <w:rsid w:val="003D4BE3"/>
    <w:rsid w:val="004272FC"/>
    <w:rsid w:val="00433C12"/>
    <w:rsid w:val="0044592F"/>
    <w:rsid w:val="00447EFC"/>
    <w:rsid w:val="004570C9"/>
    <w:rsid w:val="004706FD"/>
    <w:rsid w:val="00474537"/>
    <w:rsid w:val="00476E65"/>
    <w:rsid w:val="0048382E"/>
    <w:rsid w:val="004F1A26"/>
    <w:rsid w:val="00516F2B"/>
    <w:rsid w:val="005235FA"/>
    <w:rsid w:val="00525BAE"/>
    <w:rsid w:val="005274FB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A6C86"/>
    <w:rsid w:val="007B5BA3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521D"/>
    <w:rsid w:val="00867692"/>
    <w:rsid w:val="008804CB"/>
    <w:rsid w:val="00882947"/>
    <w:rsid w:val="00887902"/>
    <w:rsid w:val="00892458"/>
    <w:rsid w:val="008A2C0A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3420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A6156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DF32E5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D02BC"/>
    <w:rsid w:val="00FD255D"/>
    <w:rsid w:val="00FD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310877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91B4F-4362-4F5B-9426-13D86F5DF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6338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6</cp:revision>
  <cp:lastPrinted>2013-11-14T13:48:00Z</cp:lastPrinted>
  <dcterms:created xsi:type="dcterms:W3CDTF">2023-06-27T14:58:00Z</dcterms:created>
  <dcterms:modified xsi:type="dcterms:W3CDTF">2025-08-26T12:07:00Z</dcterms:modified>
</cp:coreProperties>
</file>